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6A9707D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>ZAŁĄCZNIK NR</w:t>
      </w:r>
      <w:r w:rsidR="002756B6">
        <w:rPr>
          <w:rFonts w:ascii="Verdana" w:eastAsia="Verdana" w:hAnsi="Verdana" w:cs="Times New Roman"/>
          <w:b/>
        </w:rPr>
        <w:t xml:space="preserve"> 7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698601" w14:textId="77777777" w:rsidR="002756B6" w:rsidRDefault="002756B6" w:rsidP="002756B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7B437917" w14:textId="640470D5" w:rsidR="002756B6" w:rsidRPr="006B56FD" w:rsidRDefault="002756B6" w:rsidP="002756B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668965FB" w14:textId="77777777" w:rsidR="002756B6" w:rsidRPr="006B56FD" w:rsidRDefault="002756B6" w:rsidP="002756B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01A4D7D" w14:textId="77777777" w:rsidR="002756B6" w:rsidRPr="006B56FD" w:rsidRDefault="002756B6" w:rsidP="002756B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FE1C00">
              <w:rPr>
                <w:rFonts w:asciiTheme="minorHAnsi" w:hAnsiTheme="minorHAnsi" w:cstheme="minorHAnsi"/>
                <w:b/>
              </w:rPr>
              <w:t>Łódź</w:t>
            </w:r>
          </w:p>
          <w:p w14:paraId="014F11D1" w14:textId="4C1B7F30" w:rsidR="000855FF" w:rsidRPr="000855FF" w:rsidRDefault="002756B6" w:rsidP="002756B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B1891">
              <w:rPr>
                <w:rFonts w:asciiTheme="minorHAnsi" w:hAnsiTheme="minorHAnsi" w:cstheme="minorHAnsi"/>
                <w:color w:val="000000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25E224C2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2756B6" w:rsidRPr="002756B6">
        <w:rPr>
          <w:rFonts w:cstheme="minorHAnsi"/>
          <w:b/>
          <w:bCs/>
          <w:lang w:eastAsia="pl-PL"/>
        </w:rPr>
        <w:t>POST/DYS/OLD/GZ/04359/2025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2756B6" w:rsidRPr="002756B6">
        <w:rPr>
          <w:rFonts w:cstheme="minorHAnsi"/>
          <w:b/>
          <w:bCs/>
          <w:lang w:eastAsia="pl-PL"/>
        </w:rPr>
        <w:t>„Modernizacja Dachu Budynku B(biurowy) RE Łowicz”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</w:t>
      </w:r>
      <w:r w:rsidR="002756B6">
        <w:rPr>
          <w:rFonts w:cstheme="minorHAnsi"/>
          <w:lang w:eastAsia="pl-PL"/>
        </w:rPr>
        <w:br/>
      </w:r>
      <w:r w:rsidRPr="000855FF">
        <w:rPr>
          <w:rFonts w:cstheme="minorHAnsi"/>
          <w:lang w:eastAsia="pl-PL"/>
        </w:rPr>
        <w:t>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02342C8" w14:textId="77777777" w:rsidR="000855FF" w:rsidRPr="000855FF" w:rsidRDefault="000855FF" w:rsidP="002756B6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551"/>
        <w:gridCol w:w="2337"/>
        <w:gridCol w:w="1701"/>
        <w:gridCol w:w="2410"/>
      </w:tblGrid>
      <w:tr w:rsidR="005B7AAE" w:rsidRPr="000855FF" w14:paraId="23C921CF" w14:textId="77777777" w:rsidTr="005B7AAE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5B7AAE" w:rsidRPr="002F4B1B" w:rsidRDefault="005B7AAE" w:rsidP="005B7AAE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5B7AAE" w:rsidRPr="002F4B1B" w:rsidRDefault="005B7AAE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5B7AAE" w:rsidRPr="002F4B1B" w:rsidRDefault="005B7AAE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5B7AAE" w:rsidRPr="002F4B1B" w:rsidRDefault="005B7AAE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5B7AAE" w:rsidRPr="002F4B1B" w:rsidRDefault="005B7AAE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</w:tr>
      <w:tr w:rsidR="005B7AAE" w:rsidRPr="000855FF" w14:paraId="78DE874D" w14:textId="77777777" w:rsidTr="005B7AAE">
        <w:trPr>
          <w:trHeight w:val="529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5B7AAE" w:rsidRPr="000855FF" w:rsidRDefault="005B7AAE" w:rsidP="005B7AAE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B7AAE" w:rsidRPr="000855FF" w14:paraId="38DD3011" w14:textId="77777777" w:rsidTr="005B7AAE">
        <w:trPr>
          <w:trHeight w:val="56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5B7AAE" w:rsidRPr="000855FF" w:rsidRDefault="005B7AAE" w:rsidP="005B7AAE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B7AAE" w:rsidRPr="000855FF" w14:paraId="087D85F7" w14:textId="77777777" w:rsidTr="005B7AAE">
        <w:trPr>
          <w:trHeight w:val="54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5B7AAE" w:rsidRPr="000855FF" w:rsidRDefault="005B7AAE" w:rsidP="005B7AAE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B7AAE" w:rsidRPr="000855FF" w14:paraId="763A1268" w14:textId="77777777" w:rsidTr="005B7AAE">
        <w:trPr>
          <w:trHeight w:val="55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5B7AAE" w:rsidRPr="000855FF" w:rsidRDefault="005B7AAE" w:rsidP="005B7AAE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B7AAE" w:rsidRPr="000855FF" w14:paraId="67F67CBB" w14:textId="77777777" w:rsidTr="005B7AAE">
        <w:trPr>
          <w:trHeight w:val="56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5B7AAE" w:rsidRPr="000855FF" w:rsidRDefault="005B7AAE" w:rsidP="005B7AAE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5B7AAE" w:rsidRPr="000855FF" w:rsidRDefault="005B7AAE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48E18" w14:textId="77777777" w:rsidR="0019456C" w:rsidRDefault="0019456C" w:rsidP="00582CE9">
      <w:pPr>
        <w:spacing w:after="0"/>
      </w:pPr>
      <w:r>
        <w:separator/>
      </w:r>
    </w:p>
  </w:endnote>
  <w:endnote w:type="continuationSeparator" w:id="0">
    <w:p w14:paraId="7AD47977" w14:textId="77777777" w:rsidR="0019456C" w:rsidRDefault="0019456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76AFFF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B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1E54A" w14:textId="77777777" w:rsidR="0019456C" w:rsidRDefault="0019456C" w:rsidP="00582CE9">
      <w:pPr>
        <w:spacing w:after="0"/>
      </w:pPr>
      <w:r>
        <w:separator/>
      </w:r>
    </w:p>
  </w:footnote>
  <w:footnote w:type="continuationSeparator" w:id="0">
    <w:p w14:paraId="5E0C9851" w14:textId="77777777" w:rsidR="0019456C" w:rsidRDefault="0019456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7E0F0DAC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EBC0361" w:rsidR="00347E8D" w:rsidRPr="006B2C28" w:rsidRDefault="002756B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756B6">
            <w:rPr>
              <w:rFonts w:asciiTheme="majorHAnsi" w:hAnsiTheme="majorHAnsi"/>
              <w:color w:val="000000" w:themeColor="text1"/>
              <w:sz w:val="14"/>
              <w:szCs w:val="18"/>
            </w:rPr>
            <w:t>Modernizacja Dachu Budynku B(biurowy) RE Łowicz</w:t>
          </w:r>
        </w:p>
        <w:p w14:paraId="5205B493" w14:textId="05B9351F" w:rsidR="00347E8D" w:rsidRPr="006B2C28" w:rsidRDefault="002756B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756B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POST/DYS/OLD/GZ/04359/2025</w:t>
          </w:r>
        </w:p>
      </w:tc>
      <w:tc>
        <w:tcPr>
          <w:tcW w:w="977" w:type="dxa"/>
          <w:vAlign w:val="center"/>
        </w:tcPr>
        <w:p w14:paraId="3FED520E" w14:textId="482CC95F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2E773F0D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73EB59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05079105">
    <w:abstractNumId w:val="18"/>
  </w:num>
  <w:num w:numId="2" w16cid:durableId="286352897">
    <w:abstractNumId w:val="7"/>
  </w:num>
  <w:num w:numId="3" w16cid:durableId="864556498">
    <w:abstractNumId w:val="12"/>
  </w:num>
  <w:num w:numId="4" w16cid:durableId="1284965556">
    <w:abstractNumId w:val="20"/>
  </w:num>
  <w:num w:numId="5" w16cid:durableId="877739571">
    <w:abstractNumId w:val="18"/>
  </w:num>
  <w:num w:numId="6" w16cid:durableId="153180161">
    <w:abstractNumId w:val="18"/>
  </w:num>
  <w:num w:numId="7" w16cid:durableId="1823303973">
    <w:abstractNumId w:val="3"/>
  </w:num>
  <w:num w:numId="8" w16cid:durableId="1148983217">
    <w:abstractNumId w:val="27"/>
  </w:num>
  <w:num w:numId="9" w16cid:durableId="1652753060">
    <w:abstractNumId w:val="16"/>
  </w:num>
  <w:num w:numId="10" w16cid:durableId="517158222">
    <w:abstractNumId w:val="4"/>
  </w:num>
  <w:num w:numId="11" w16cid:durableId="327942873">
    <w:abstractNumId w:val="13"/>
  </w:num>
  <w:num w:numId="12" w16cid:durableId="1067723554">
    <w:abstractNumId w:val="11"/>
  </w:num>
  <w:num w:numId="13" w16cid:durableId="1849170724">
    <w:abstractNumId w:val="26"/>
  </w:num>
  <w:num w:numId="14" w16cid:durableId="189686673">
    <w:abstractNumId w:val="22"/>
  </w:num>
  <w:num w:numId="15" w16cid:durableId="1537889139">
    <w:abstractNumId w:val="15"/>
  </w:num>
  <w:num w:numId="16" w16cid:durableId="1078940035">
    <w:abstractNumId w:val="9"/>
  </w:num>
  <w:num w:numId="17" w16cid:durableId="165093224">
    <w:abstractNumId w:val="5"/>
  </w:num>
  <w:num w:numId="18" w16cid:durableId="4680120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47305997">
    <w:abstractNumId w:val="0"/>
  </w:num>
  <w:num w:numId="20" w16cid:durableId="1058746286">
    <w:abstractNumId w:val="28"/>
  </w:num>
  <w:num w:numId="21" w16cid:durableId="62531886">
    <w:abstractNumId w:val="1"/>
  </w:num>
  <w:num w:numId="22" w16cid:durableId="819493274">
    <w:abstractNumId w:val="14"/>
  </w:num>
  <w:num w:numId="23" w16cid:durableId="1797092540">
    <w:abstractNumId w:val="10"/>
  </w:num>
  <w:num w:numId="24" w16cid:durableId="1590577781">
    <w:abstractNumId w:val="21"/>
  </w:num>
  <w:num w:numId="25" w16cid:durableId="1699309243">
    <w:abstractNumId w:val="25"/>
  </w:num>
  <w:num w:numId="26" w16cid:durableId="871303100">
    <w:abstractNumId w:val="2"/>
  </w:num>
  <w:num w:numId="27" w16cid:durableId="338197055">
    <w:abstractNumId w:val="24"/>
  </w:num>
  <w:num w:numId="28" w16cid:durableId="309749596">
    <w:abstractNumId w:val="23"/>
  </w:num>
  <w:num w:numId="29" w16cid:durableId="1430080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78706945">
    <w:abstractNumId w:val="19"/>
  </w:num>
  <w:num w:numId="31" w16cid:durableId="91956209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456C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56B6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B7AAE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2062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1C5F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49F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5B4D"/>
    <w:rsid w:val="008A7413"/>
    <w:rsid w:val="008B6316"/>
    <w:rsid w:val="008C024E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4C25"/>
    <w:rsid w:val="00BA0FF4"/>
    <w:rsid w:val="00BA10DE"/>
    <w:rsid w:val="00BA5673"/>
    <w:rsid w:val="00BB0255"/>
    <w:rsid w:val="00BB180C"/>
    <w:rsid w:val="00BB1E81"/>
    <w:rsid w:val="00BC1B17"/>
    <w:rsid w:val="00BC3599"/>
    <w:rsid w:val="00BD1D08"/>
    <w:rsid w:val="00BE0AE4"/>
    <w:rsid w:val="00BE38BB"/>
    <w:rsid w:val="00BE79A9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573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E742F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847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91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 7 - PROC_PN_Osoby (1).docx</dmsv2BaseFileName>
    <dmsv2BaseDisplayName xmlns="http://schemas.microsoft.com/sharepoint/v3">zał nr 7 - PROC_PN_Osoby (1)</dmsv2BaseDisplayName>
    <dmsv2SWPP2ObjectNumber xmlns="http://schemas.microsoft.com/sharepoint/v3" xsi:nil="true"/>
    <dmsv2SWPP2SumMD5 xmlns="http://schemas.microsoft.com/sharepoint/v3">05f04e9b831d5667d132a101dcb539b6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699542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23776548</dmsv2BaseClientSystemDocumentID>
    <dmsv2BaseModifiedByID xmlns="http://schemas.microsoft.com/sharepoint/v3">11700100</dmsv2BaseModifiedByID>
    <dmsv2BaseCreatedByID xmlns="http://schemas.microsoft.com/sharepoint/v3">11700100</dmsv2BaseCreatedByID>
    <dmsv2SWPP2ObjectDepartment xmlns="http://schemas.microsoft.com/sharepoint/v3">0000000100070002000000010000</dmsv2SWPP2ObjectDepartment>
    <dmsv2SWPP2ObjectName xmlns="http://schemas.microsoft.com/sharepoint/v3">Wniosek</dmsv2SWPP2ObjectName>
    <_dlc_DocId xmlns="a19cb1c7-c5c7-46d4-85ae-d83685407bba">DPFVW34YURAE-1996658973-6250</_dlc_DocId>
    <_dlc_DocIdUrl xmlns="a19cb1c7-c5c7-46d4-85ae-d83685407bba">
      <Url>https://swpp2.dms.gkpge.pl/sites/40/_layouts/15/DocIdRedir.aspx?ID=DPFVW34YURAE-1996658973-6250</Url>
      <Description>DPFVW34YURAE-1996658973-6250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E06E73-D450-4115-9DE7-BD857C1526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CEC4A5D6-4C78-4399-8401-FEA935A65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0A642F9-A538-49A9-89BA-BC1397F4A0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4</cp:revision>
  <cp:lastPrinted>2024-07-15T11:21:00Z</cp:lastPrinted>
  <dcterms:created xsi:type="dcterms:W3CDTF">2025-12-03T10:13:00Z</dcterms:created>
  <dcterms:modified xsi:type="dcterms:W3CDTF">2025-12-04T09:01:00Z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890fc8f0-0b32-41a0-b3ca-01d3ac47a8c7</vt:lpwstr>
  </property>
</Properties>
</file>